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EF4B34" w:rsidRPr="00EF4B34">
        <w:rPr>
          <w:b/>
          <w:bCs/>
        </w:rPr>
        <w:t xml:space="preserve">Oprava zabezpečovacího zařízení v </w:t>
      </w:r>
      <w:proofErr w:type="spellStart"/>
      <w:r w:rsidR="00EF4B34" w:rsidRPr="00EF4B34">
        <w:rPr>
          <w:b/>
          <w:bCs/>
        </w:rPr>
        <w:t>žst</w:t>
      </w:r>
      <w:proofErr w:type="spellEnd"/>
      <w:r w:rsidR="00EF4B34" w:rsidRPr="00EF4B34">
        <w:rPr>
          <w:b/>
          <w:bCs/>
        </w:rPr>
        <w:t>. Podlešín - vypracování projektové dokumentace</w:t>
      </w:r>
      <w:r w:rsidRPr="00EF4B34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EF4B34" w:rsidRPr="00EF4B34" w:rsidRDefault="00BD0688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 xml:space="preserve">Příloha 1 </w:t>
      </w:r>
      <w:r w:rsidR="00EF4B34" w:rsidRPr="00EF4B34">
        <w:rPr>
          <w:sz w:val="18"/>
          <w:szCs w:val="18"/>
        </w:rPr>
        <w:t>Formulář ČP o splnění základní způsobilosti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2 Formulář nabídky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3 Položkový soupis prací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4 Návrh smlouvy o dílo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5 Analýza nebezpečí a hodnocení rizik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6 Technická specifikace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7 Opatření pro postup v případě anonymního oznámení o NVS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8 Čestné prohlášení ve vztahu k zakázaným dohodám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9 Čestné prohlášení k Registru smluv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10 Seznam referenčních projekčních prací</w:t>
      </w:r>
    </w:p>
    <w:p w:rsidR="00EF4B34" w:rsidRPr="00EF4B34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11 Čestné prohlášení Analýza nebezpečí a hodnocení rizik</w:t>
      </w:r>
    </w:p>
    <w:p w:rsidR="00EF4B34" w:rsidRPr="001F239C" w:rsidRDefault="00EF4B34" w:rsidP="00EF4B34">
      <w:pPr>
        <w:pStyle w:val="Doplujcdaje"/>
        <w:ind w:firstLine="284"/>
        <w:rPr>
          <w:sz w:val="18"/>
          <w:szCs w:val="18"/>
        </w:rPr>
      </w:pPr>
      <w:r w:rsidRPr="00EF4B34">
        <w:rPr>
          <w:sz w:val="18"/>
          <w:szCs w:val="18"/>
        </w:rPr>
        <w:t>Příloha 12 Identifikace rizik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EF4B34" w:rsidRPr="00EF4B34">
        <w:rPr>
          <w:b/>
          <w:bCs/>
        </w:rPr>
        <w:t xml:space="preserve">Oprava zabezpečovacího zařízení v </w:t>
      </w:r>
      <w:proofErr w:type="spellStart"/>
      <w:r w:rsidR="00EF4B34" w:rsidRPr="00EF4B34">
        <w:rPr>
          <w:b/>
          <w:bCs/>
        </w:rPr>
        <w:t>žst</w:t>
      </w:r>
      <w:proofErr w:type="spellEnd"/>
      <w:r w:rsidR="00EF4B34" w:rsidRPr="00EF4B34">
        <w:rPr>
          <w:b/>
          <w:bCs/>
        </w:rPr>
        <w:t>. Podlešín - vypracování projektové dokumentace</w:t>
      </w:r>
      <w:r w:rsidRPr="00F05536">
        <w:rPr>
          <w:b/>
        </w:rPr>
        <w:t xml:space="preserve">“ </w:t>
      </w:r>
      <w:r w:rsidRPr="00F05536">
        <w:t>za tuto nabídkovou cenu zpracovanou: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 xml:space="preserve">dle </w:t>
      </w:r>
      <w:r w:rsidRPr="00EF4B34">
        <w:rPr>
          <w:b/>
          <w:bCs/>
          <w:snapToGrid w:val="0"/>
        </w:rPr>
        <w:t xml:space="preserve">položkového </w:t>
      </w:r>
      <w:r w:rsidR="00EF4B34" w:rsidRPr="00EF4B34">
        <w:rPr>
          <w:b/>
          <w:bCs/>
          <w:snapToGrid w:val="0"/>
        </w:rPr>
        <w:t>soupisu</w:t>
      </w:r>
      <w:r w:rsidR="000C4B0F">
        <w:rPr>
          <w:b/>
          <w:bCs/>
          <w:snapToGrid w:val="0"/>
        </w:rPr>
        <w:t xml:space="preserve"> prací</w:t>
      </w:r>
      <w:r w:rsidRPr="00EF4B34">
        <w:rPr>
          <w:snapToGrid w:val="0"/>
        </w:rPr>
        <w:t xml:space="preserve">) </w:t>
      </w:r>
    </w:p>
    <w:p w:rsidR="00F05536" w:rsidRPr="0059792B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EF4B34">
        <w:rPr>
          <w:b/>
          <w:bCs/>
        </w:rPr>
        <w:t xml:space="preserve"> </w:t>
      </w:r>
      <w:r w:rsidRPr="00F05536">
        <w:rPr>
          <w:b/>
          <w:bCs/>
        </w:rPr>
        <w:t xml:space="preserve"> </w:t>
      </w:r>
      <w:r w:rsidRPr="0059792B">
        <w:rPr>
          <w:b/>
          <w:bCs/>
        </w:rPr>
        <w:t>……………… Kč</w:t>
      </w:r>
    </w:p>
    <w:p w:rsidR="00F05536" w:rsidRPr="0059792B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59792B">
        <w:rPr>
          <w:b/>
          <w:bCs/>
        </w:rPr>
        <w:t>DPH 21%</w:t>
      </w:r>
      <w:r w:rsidRPr="0059792B">
        <w:rPr>
          <w:b/>
          <w:bCs/>
        </w:rPr>
        <w:tab/>
        <w:t xml:space="preserve">        </w:t>
      </w:r>
      <w:r w:rsidRPr="0059792B">
        <w:rPr>
          <w:b/>
          <w:bCs/>
        </w:rPr>
        <w:tab/>
      </w:r>
      <w:r w:rsidRPr="0059792B">
        <w:rPr>
          <w:b/>
          <w:bCs/>
        </w:rPr>
        <w:tab/>
      </w:r>
      <w:r w:rsidRPr="0059792B">
        <w:rPr>
          <w:b/>
          <w:bCs/>
        </w:rPr>
        <w:tab/>
      </w:r>
      <w:r w:rsidRPr="0059792B">
        <w:rPr>
          <w:b/>
          <w:bCs/>
        </w:rPr>
        <w:tab/>
      </w:r>
      <w:r w:rsidR="00EF4B34" w:rsidRPr="0059792B">
        <w:rPr>
          <w:b/>
          <w:bCs/>
        </w:rPr>
        <w:t xml:space="preserve">     </w:t>
      </w:r>
      <w:r w:rsidRPr="0059792B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59792B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EF4B34">
        <w:t xml:space="preserve">uzavření smlouvy </w:t>
      </w:r>
      <w:r w:rsidR="00F05536" w:rsidRPr="00EF4B34">
        <w:t xml:space="preserve">o </w:t>
      </w:r>
      <w:r w:rsidR="00EF4B34" w:rsidRPr="00EF4B34">
        <w:t>dílo.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374707" w:rsidRPr="0059792B" w:rsidRDefault="00374707" w:rsidP="000C4B0F">
      <w:pPr>
        <w:pStyle w:val="Zhlav"/>
        <w:tabs>
          <w:tab w:val="clear" w:pos="4536"/>
          <w:tab w:val="left" w:pos="1843"/>
        </w:tabs>
        <w:spacing w:before="120"/>
        <w:ind w:left="2835" w:hanging="2551"/>
      </w:pPr>
      <w:r w:rsidRPr="00F05536">
        <w:t>Zahájení díla:</w:t>
      </w:r>
      <w:r w:rsidR="0059792B">
        <w:t xml:space="preserve">                   </w:t>
      </w:r>
      <w:r w:rsidR="000C4B0F">
        <w:t xml:space="preserve"> </w:t>
      </w:r>
      <w:bookmarkStart w:id="0" w:name="_GoBack"/>
      <w:bookmarkEnd w:id="0"/>
      <w:r w:rsidR="0059792B" w:rsidRPr="0059792B">
        <w:rPr>
          <w:b/>
        </w:rPr>
        <w:t xml:space="preserve">předpoklad květen 2022 – ihned po </w:t>
      </w:r>
      <w:r w:rsidR="000C4B0F">
        <w:rPr>
          <w:b/>
        </w:rPr>
        <w:t>nabytí účinnosti</w:t>
      </w:r>
      <w:r w:rsidR="0059792B" w:rsidRPr="0059792B">
        <w:rPr>
          <w:b/>
        </w:rPr>
        <w:t xml:space="preserve"> </w:t>
      </w:r>
      <w:r w:rsidR="000C4B0F">
        <w:rPr>
          <w:b/>
        </w:rPr>
        <w:t xml:space="preserve">     </w:t>
      </w:r>
      <w:r w:rsidR="0059792B" w:rsidRPr="0059792B">
        <w:rPr>
          <w:b/>
        </w:rPr>
        <w:t>smlouvy</w:t>
      </w:r>
      <w:r w:rsidR="000C4B0F">
        <w:rPr>
          <w:b/>
        </w:rPr>
        <w:t xml:space="preserve"> uveřejněním </w:t>
      </w:r>
      <w:r w:rsidR="0059792B" w:rsidRPr="0059792B">
        <w:rPr>
          <w:b/>
        </w:rPr>
        <w:t>v Registru  smluv</w:t>
      </w:r>
    </w:p>
    <w:p w:rsidR="0059792B" w:rsidRPr="00C9245F" w:rsidRDefault="0059792B" w:rsidP="0059792B">
      <w:pPr>
        <w:pStyle w:val="Style5"/>
        <w:widowControl/>
        <w:tabs>
          <w:tab w:val="left" w:pos="2835"/>
        </w:tabs>
        <w:spacing w:before="120" w:line="240" w:lineRule="auto"/>
        <w:ind w:firstLine="284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9245F">
        <w:rPr>
          <w:rStyle w:val="FontStyle38"/>
          <w:rFonts w:asciiTheme="minorHAnsi" w:hAnsiTheme="minorHAnsi"/>
          <w:sz w:val="18"/>
          <w:szCs w:val="18"/>
        </w:rPr>
        <w:t>Předání PD k připomínkám:</w:t>
      </w:r>
      <w:r w:rsidRPr="00C9245F">
        <w:rPr>
          <w:rStyle w:val="FontStyle38"/>
          <w:rFonts w:asciiTheme="minorHAnsi" w:hAnsiTheme="minorHAnsi"/>
          <w:sz w:val="18"/>
          <w:szCs w:val="18"/>
        </w:rPr>
        <w:tab/>
      </w:r>
      <w:r w:rsidRPr="0059792B">
        <w:rPr>
          <w:rStyle w:val="FontStyle38"/>
          <w:rFonts w:asciiTheme="minorHAnsi" w:hAnsiTheme="minorHAnsi"/>
          <w:b/>
          <w:sz w:val="18"/>
          <w:szCs w:val="18"/>
        </w:rPr>
        <w:t>01. 10. 2022</w:t>
      </w:r>
    </w:p>
    <w:p w:rsidR="0059792B" w:rsidRPr="00C9245F" w:rsidRDefault="0059792B" w:rsidP="0059792B">
      <w:pPr>
        <w:pStyle w:val="Style5"/>
        <w:widowControl/>
        <w:tabs>
          <w:tab w:val="left" w:pos="1985"/>
          <w:tab w:val="left" w:pos="2268"/>
        </w:tabs>
        <w:spacing w:before="120" w:line="240" w:lineRule="auto"/>
        <w:ind w:firstLine="284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9245F">
        <w:rPr>
          <w:rStyle w:val="FontStyle38"/>
          <w:rFonts w:asciiTheme="minorHAnsi" w:hAnsiTheme="minorHAnsi"/>
          <w:sz w:val="18"/>
          <w:szCs w:val="18"/>
        </w:rPr>
        <w:t>Předání PD SŽG:</w:t>
      </w:r>
      <w:r w:rsidRPr="00C9245F">
        <w:rPr>
          <w:rStyle w:val="FontStyle38"/>
          <w:rFonts w:asciiTheme="minorHAnsi" w:hAnsiTheme="minorHAnsi"/>
          <w:sz w:val="18"/>
          <w:szCs w:val="18"/>
        </w:rPr>
        <w:tab/>
      </w:r>
      <w:r w:rsidRPr="00C9245F">
        <w:rPr>
          <w:rStyle w:val="FontStyle38"/>
          <w:rFonts w:asciiTheme="minorHAnsi" w:hAnsiTheme="minorHAnsi"/>
          <w:sz w:val="18"/>
          <w:szCs w:val="18"/>
        </w:rPr>
        <w:tab/>
      </w:r>
      <w:r w:rsidRPr="00C9245F">
        <w:rPr>
          <w:rStyle w:val="FontStyle38"/>
          <w:rFonts w:asciiTheme="minorHAnsi" w:hAnsiTheme="minorHAnsi"/>
          <w:sz w:val="18"/>
          <w:szCs w:val="18"/>
        </w:rPr>
        <w:tab/>
      </w:r>
      <w:r w:rsidRPr="0059792B">
        <w:rPr>
          <w:rStyle w:val="FontStyle38"/>
          <w:rFonts w:asciiTheme="minorHAnsi" w:hAnsiTheme="minorHAnsi"/>
          <w:b/>
          <w:sz w:val="18"/>
          <w:szCs w:val="18"/>
        </w:rPr>
        <w:t>15. 11. 2022</w:t>
      </w:r>
    </w:p>
    <w:p w:rsidR="0059792B" w:rsidRDefault="0059792B" w:rsidP="0059792B">
      <w:pPr>
        <w:pStyle w:val="Style5"/>
        <w:widowControl/>
        <w:tabs>
          <w:tab w:val="left" w:pos="1985"/>
          <w:tab w:val="left" w:pos="2268"/>
        </w:tabs>
        <w:spacing w:before="120" w:line="240" w:lineRule="auto"/>
        <w:ind w:firstLine="284"/>
        <w:jc w:val="left"/>
        <w:rPr>
          <w:rStyle w:val="FontStyle38"/>
          <w:rFonts w:asciiTheme="minorHAnsi" w:hAnsiTheme="minorHAnsi"/>
          <w:b/>
          <w:sz w:val="18"/>
          <w:szCs w:val="18"/>
        </w:rPr>
      </w:pPr>
      <w:r w:rsidRPr="00C9245F">
        <w:rPr>
          <w:rStyle w:val="FontStyle38"/>
          <w:rFonts w:asciiTheme="minorHAnsi" w:hAnsiTheme="minorHAnsi"/>
          <w:sz w:val="18"/>
          <w:szCs w:val="18"/>
        </w:rPr>
        <w:t>Ukončení prací:</w:t>
      </w:r>
      <w:r w:rsidRPr="00C9245F">
        <w:rPr>
          <w:rStyle w:val="FontStyle38"/>
          <w:rFonts w:asciiTheme="minorHAnsi" w:hAnsiTheme="minorHAnsi"/>
          <w:sz w:val="18"/>
          <w:szCs w:val="18"/>
        </w:rPr>
        <w:tab/>
      </w:r>
      <w:r w:rsidRPr="00C9245F">
        <w:rPr>
          <w:rStyle w:val="FontStyle38"/>
          <w:rFonts w:asciiTheme="minorHAnsi" w:hAnsiTheme="minorHAnsi"/>
          <w:sz w:val="18"/>
          <w:szCs w:val="18"/>
        </w:rPr>
        <w:tab/>
      </w:r>
      <w:r w:rsidRPr="00C9245F">
        <w:rPr>
          <w:rStyle w:val="FontStyle38"/>
          <w:rFonts w:asciiTheme="minorHAnsi" w:hAnsiTheme="minorHAnsi"/>
          <w:sz w:val="18"/>
          <w:szCs w:val="18"/>
        </w:rPr>
        <w:tab/>
      </w:r>
      <w:r w:rsidRPr="0059792B">
        <w:rPr>
          <w:rStyle w:val="FontStyle38"/>
          <w:rFonts w:asciiTheme="minorHAnsi" w:hAnsiTheme="minorHAnsi"/>
          <w:b/>
          <w:sz w:val="18"/>
          <w:szCs w:val="18"/>
        </w:rPr>
        <w:t xml:space="preserve">15. </w:t>
      </w:r>
      <w:r w:rsidR="003876C1">
        <w:rPr>
          <w:rStyle w:val="FontStyle38"/>
          <w:rFonts w:asciiTheme="minorHAnsi" w:hAnsiTheme="minorHAnsi"/>
          <w:b/>
          <w:sz w:val="18"/>
          <w:szCs w:val="18"/>
        </w:rPr>
        <w:t>01. 2023</w:t>
      </w:r>
      <w:r w:rsidRPr="0059792B">
        <w:rPr>
          <w:rStyle w:val="FontStyle38"/>
          <w:rFonts w:asciiTheme="minorHAnsi" w:hAnsiTheme="minorHAnsi"/>
          <w:b/>
          <w:sz w:val="18"/>
          <w:szCs w:val="18"/>
        </w:rPr>
        <w:t xml:space="preserve"> – předání PD s kladným vyjádřením </w:t>
      </w:r>
      <w:r>
        <w:rPr>
          <w:rStyle w:val="FontStyle38"/>
          <w:rFonts w:asciiTheme="minorHAnsi" w:hAnsiTheme="minorHAnsi"/>
          <w:b/>
          <w:sz w:val="18"/>
          <w:szCs w:val="18"/>
        </w:rPr>
        <w:t xml:space="preserve">      </w:t>
      </w:r>
    </w:p>
    <w:p w:rsidR="0059792B" w:rsidRPr="00C9245F" w:rsidRDefault="0059792B" w:rsidP="0059792B">
      <w:pPr>
        <w:pStyle w:val="Style5"/>
        <w:widowControl/>
        <w:tabs>
          <w:tab w:val="left" w:pos="1985"/>
          <w:tab w:val="left" w:pos="2268"/>
        </w:tabs>
        <w:spacing w:line="240" w:lineRule="auto"/>
        <w:ind w:firstLine="284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b/>
          <w:sz w:val="18"/>
          <w:szCs w:val="18"/>
        </w:rPr>
        <w:t xml:space="preserve">                                          </w:t>
      </w:r>
      <w:r w:rsidRPr="0059792B">
        <w:rPr>
          <w:rStyle w:val="FontStyle38"/>
          <w:rFonts w:asciiTheme="minorHAnsi" w:hAnsiTheme="minorHAnsi"/>
          <w:b/>
          <w:sz w:val="18"/>
          <w:szCs w:val="18"/>
        </w:rPr>
        <w:t>zástupce SŽG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tab/>
      </w:r>
    </w:p>
    <w:p w:rsidR="00374707" w:rsidRPr="0059792B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59792B">
        <w:t>…</w:t>
      </w:r>
      <w:proofErr w:type="gramStart"/>
      <w:r w:rsidR="00BB46F9" w:rsidRPr="0059792B">
        <w:t>…..</w:t>
      </w:r>
      <w:r w:rsidRPr="0059792B">
        <w:t>% veřejné</w:t>
      </w:r>
      <w:proofErr w:type="gramEnd"/>
      <w:r w:rsidRPr="0059792B">
        <w:t xml:space="preserve"> zakázky.</w:t>
      </w:r>
    </w:p>
    <w:p w:rsidR="00374707" w:rsidRPr="0059792B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59792B">
        <w:t xml:space="preserve">Uvádíme jmenovitý seznam a identifikační údaje právnických nebo fyzických osob – podnikatelů, </w:t>
      </w:r>
      <w:r w:rsidRPr="0059792B">
        <w:rPr>
          <w:color w:val="000000"/>
        </w:rPr>
        <w:t>jimž máme v úmyslu zadat k realizaci některou část veřejné zakázky (poddodavatele). Zároveň uvádíme konkrétní činnosti, které budou tito poddodavatelé zajišťovat (</w:t>
      </w:r>
      <w:r w:rsidRPr="0059792B">
        <w:t>uveďte konkrétní činnosti,</w:t>
      </w:r>
      <w:r w:rsidRPr="0059792B">
        <w:rPr>
          <w:b/>
        </w:rPr>
        <w:t xml:space="preserve"> včetně jejich finančního objemu vyjádřeného v % dle požadavků uvedených ve Výzvě k podání nabídky</w:t>
      </w:r>
      <w:r w:rsidRPr="0059792B">
        <w:t xml:space="preserve">): </w:t>
      </w:r>
      <w:r w:rsidRPr="0059792B">
        <w:rPr>
          <w:b/>
        </w:rPr>
        <w:t xml:space="preserve"> </w:t>
      </w:r>
    </w:p>
    <w:p w:rsidR="00374707" w:rsidRPr="0059792B" w:rsidRDefault="00374707" w:rsidP="00374707">
      <w:pPr>
        <w:ind w:firstLine="283"/>
      </w:pPr>
      <w:r w:rsidRPr="0059792B">
        <w:t>……………………………….</w:t>
      </w:r>
    </w:p>
    <w:p w:rsidR="00374707" w:rsidRPr="0059792B" w:rsidRDefault="00374707" w:rsidP="00EF4B34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59792B"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Pr="0059792B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59792B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59792B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59792B">
        <w:t xml:space="preserve">V případě, že naše nabídka bude vybrána a bude uzavřena smlouva </w:t>
      </w:r>
      <w:r w:rsidR="0059792B" w:rsidRPr="0059792B">
        <w:t>o dílo</w:t>
      </w:r>
      <w:r w:rsidR="00F05536" w:rsidRPr="0059792B">
        <w:t xml:space="preserve">, </w:t>
      </w:r>
      <w:r w:rsidRPr="0059792B">
        <w:t>akceptujeme podmínku zadavatele na kontrolu efektivního využívání prostředků ze strany Státního fondu dopravní infrastruktury, a to po celou dobu realizace zakázky.</w:t>
      </w:r>
    </w:p>
    <w:p w:rsidR="00374707" w:rsidRPr="0059792B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59792B">
        <w:t>Touto nabídkou se cítíme vázáni po celou zadávací lhůtu, jak je uvedena ve výzvě.</w:t>
      </w:r>
    </w:p>
    <w:p w:rsidR="00374707" w:rsidRPr="0059792B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59792B">
        <w:t xml:space="preserve">Jednat a podepisovat za nás je oprávněn: </w:t>
      </w:r>
      <w:r w:rsidR="00BB46F9" w:rsidRPr="0059792B">
        <w:t>……………………………</w:t>
      </w:r>
    </w:p>
    <w:p w:rsidR="00374707" w:rsidRPr="0059792B" w:rsidRDefault="00374707" w:rsidP="00374707">
      <w:pPr>
        <w:spacing w:before="120"/>
        <w:ind w:left="284"/>
      </w:pPr>
      <w:r w:rsidRPr="0059792B">
        <w:t xml:space="preserve">v postavení: </w:t>
      </w:r>
      <w:r w:rsidR="00BB46F9" w:rsidRPr="0059792B">
        <w:t>…………………………</w:t>
      </w:r>
    </w:p>
    <w:p w:rsidR="00374707" w:rsidRPr="0059792B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59792B">
        <w:t>Proti vzniku škod z provádění veřejné zakázky jsme pojištěni do výše ……………………,- Kč</w:t>
      </w:r>
    </w:p>
    <w:p w:rsidR="00374707" w:rsidRPr="0059792B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 w:rsidRPr="0059792B">
        <w:t xml:space="preserve">pojistnou smlouvou č.:  </w:t>
      </w:r>
      <w:r w:rsidR="00BB46F9" w:rsidRPr="0059792B">
        <w:t>……………………….</w:t>
      </w:r>
    </w:p>
    <w:p w:rsidR="00374707" w:rsidRPr="0059792B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 w:rsidRPr="0059792B">
        <w:t xml:space="preserve">jiným způsobem:  </w:t>
      </w:r>
      <w:r w:rsidR="00BB46F9" w:rsidRPr="0059792B"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4B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4B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4B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4B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C4B0F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876C1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9792B"/>
    <w:rsid w:val="005C1F50"/>
    <w:rsid w:val="005F1404"/>
    <w:rsid w:val="0061068E"/>
    <w:rsid w:val="00660AD3"/>
    <w:rsid w:val="00677071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50EAD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EF4B34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A7766B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5">
    <w:name w:val="Style5"/>
    <w:basedOn w:val="Normln"/>
    <w:uiPriority w:val="99"/>
    <w:rsid w:val="0059792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59792B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9A71B1-4C60-4B93-82C3-AC8F6A1F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2</Pages>
  <Words>563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4</cp:revision>
  <cp:lastPrinted>2017-11-28T17:18:00Z</cp:lastPrinted>
  <dcterms:created xsi:type="dcterms:W3CDTF">2022-04-13T05:36:00Z</dcterms:created>
  <dcterms:modified xsi:type="dcterms:W3CDTF">2022-04-14T04:20:00Z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